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9B" w:rsidRPr="006334EE" w:rsidRDefault="0033269B">
      <w:pPr>
        <w:rPr>
          <w:rFonts w:ascii="Times New Roman" w:hAnsi="Times New Roman"/>
          <w:b/>
          <w:sz w:val="32"/>
          <w:szCs w:val="32"/>
        </w:rPr>
      </w:pPr>
      <w:r w:rsidRPr="006334EE">
        <w:rPr>
          <w:rFonts w:ascii="Times New Roman" w:hAnsi="Times New Roman"/>
          <w:b/>
          <w:sz w:val="32"/>
          <w:szCs w:val="32"/>
        </w:rPr>
        <w:t>Regulamin naboru uczestników projektu „Budowa odnawialnych źródeł energii w Gminie Żelechlinek” – etap III</w:t>
      </w:r>
    </w:p>
    <w:p w:rsidR="0033269B" w:rsidRPr="006334EE" w:rsidRDefault="0033269B" w:rsidP="000D03CC">
      <w:pPr>
        <w:jc w:val="both"/>
        <w:rPr>
          <w:rFonts w:ascii="Times New Roman" w:hAnsi="Times New Roman"/>
          <w:sz w:val="28"/>
          <w:szCs w:val="28"/>
        </w:rPr>
      </w:pPr>
    </w:p>
    <w:p w:rsidR="0033269B" w:rsidRPr="006334EE" w:rsidRDefault="0033269B" w:rsidP="000D03C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>Do projektu mogą się zgłosić właściciele nieruchomości na terenie Gminy Żelechlinek na których znajdują się  budynki mieszkalne, posiadający tytuł prawny do nieruchomości.</w:t>
      </w:r>
    </w:p>
    <w:p w:rsidR="0033269B" w:rsidRPr="006334EE" w:rsidRDefault="0033269B" w:rsidP="000D03C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 xml:space="preserve">Instalacje fotowoltaiczne służyć mogą </w:t>
      </w:r>
      <w:r>
        <w:rPr>
          <w:rFonts w:ascii="Times New Roman" w:hAnsi="Times New Roman"/>
          <w:sz w:val="28"/>
          <w:szCs w:val="28"/>
        </w:rPr>
        <w:t>indywidualnym gospodarstwom domowym. W ramach projektu</w:t>
      </w:r>
      <w:r w:rsidRPr="006334EE">
        <w:rPr>
          <w:rFonts w:ascii="Times New Roman" w:hAnsi="Times New Roman"/>
          <w:sz w:val="28"/>
          <w:szCs w:val="28"/>
        </w:rPr>
        <w:t xml:space="preserve"> nie ma możliwości montażu instalacji </w:t>
      </w:r>
      <w:r>
        <w:rPr>
          <w:rFonts w:ascii="Times New Roman" w:hAnsi="Times New Roman"/>
          <w:sz w:val="28"/>
          <w:szCs w:val="28"/>
        </w:rPr>
        <w:br/>
        <w:t>na nieruchomości</w:t>
      </w:r>
      <w:r w:rsidRPr="006334EE">
        <w:rPr>
          <w:rFonts w:ascii="Times New Roman" w:hAnsi="Times New Roman"/>
          <w:sz w:val="28"/>
          <w:szCs w:val="28"/>
        </w:rPr>
        <w:t xml:space="preserve"> gdzie prowadzo</w:t>
      </w:r>
      <w:r>
        <w:rPr>
          <w:rFonts w:ascii="Times New Roman" w:hAnsi="Times New Roman"/>
          <w:sz w:val="28"/>
          <w:szCs w:val="28"/>
        </w:rPr>
        <w:t>na jest działalność gospodarcza, bez względu na jej rodzaj.</w:t>
      </w:r>
    </w:p>
    <w:p w:rsidR="0033269B" w:rsidRPr="006334EE" w:rsidRDefault="0033269B" w:rsidP="000D03C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 xml:space="preserve">Zastrzega się możliwość wyłączenia z udziału w projekcie nieruchomości na których nie ma technicznych możliwości montażu instalacji.  Powyższej oceny dokonuje projektant instalacji.   </w:t>
      </w:r>
    </w:p>
    <w:p w:rsidR="0033269B" w:rsidRPr="006B2041" w:rsidRDefault="0033269B" w:rsidP="006B204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 xml:space="preserve">W przypadku, gdy kosztorysowa (szacunkowa) wartość projektowanych instalacji fotowoltaicznych przekroczy wielkość planowanych </w:t>
      </w:r>
      <w:r>
        <w:rPr>
          <w:rFonts w:ascii="Times New Roman" w:hAnsi="Times New Roman"/>
          <w:sz w:val="28"/>
          <w:szCs w:val="28"/>
        </w:rPr>
        <w:br/>
      </w:r>
      <w:r w:rsidRPr="006334EE">
        <w:rPr>
          <w:rFonts w:ascii="Times New Roman" w:hAnsi="Times New Roman"/>
          <w:sz w:val="28"/>
          <w:szCs w:val="28"/>
        </w:rPr>
        <w:t xml:space="preserve">do przeznaczenia środków finansowych  (koniecznych do zabezpieczenia </w:t>
      </w:r>
      <w:r>
        <w:rPr>
          <w:rFonts w:ascii="Times New Roman" w:hAnsi="Times New Roman"/>
          <w:sz w:val="28"/>
          <w:szCs w:val="28"/>
        </w:rPr>
        <w:br/>
      </w:r>
      <w:r w:rsidRPr="006334EE">
        <w:rPr>
          <w:rFonts w:ascii="Times New Roman" w:hAnsi="Times New Roman"/>
          <w:sz w:val="28"/>
          <w:szCs w:val="28"/>
        </w:rPr>
        <w:t>w budżecie</w:t>
      </w:r>
      <w:r>
        <w:rPr>
          <w:rFonts w:ascii="Times New Roman" w:hAnsi="Times New Roman"/>
          <w:sz w:val="28"/>
          <w:szCs w:val="28"/>
        </w:rPr>
        <w:t xml:space="preserve"> gminy</w:t>
      </w:r>
      <w:r w:rsidRPr="006334EE">
        <w:rPr>
          <w:rFonts w:ascii="Times New Roman" w:hAnsi="Times New Roman"/>
          <w:sz w:val="28"/>
          <w:szCs w:val="28"/>
        </w:rPr>
        <w:t>) na realizację projektu, Gmina Żelechlinek ma prawo ograniczyć ilość uczestników projektu. W takim przypadku zastosowane zostanie następujące kryterium wyboru uczestników:</w:t>
      </w:r>
    </w:p>
    <w:p w:rsidR="0033269B" w:rsidRPr="006334EE" w:rsidRDefault="0033269B" w:rsidP="000D03CC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bookmarkStart w:id="0" w:name="_GoBack"/>
      <w:bookmarkEnd w:id="0"/>
      <w:r w:rsidRPr="006334EE">
        <w:rPr>
          <w:rFonts w:ascii="Times New Roman" w:hAnsi="Times New Roman"/>
          <w:sz w:val="28"/>
          <w:szCs w:val="28"/>
        </w:rPr>
        <w:t>właściciele budynków stale zamieszkujących Gminę Żelechlinek (zameldowanie na pobyt stały)</w:t>
      </w:r>
    </w:p>
    <w:p w:rsidR="0033269B" w:rsidRDefault="0033269B" w:rsidP="000D03CC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>- kolejność zgłoszeń</w:t>
      </w:r>
    </w:p>
    <w:p w:rsidR="0033269B" w:rsidRPr="006334EE" w:rsidRDefault="0033269B" w:rsidP="000D03CC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Osoby, które nie zostaną zakwalifikowane do projektu, zostaną wpisane na listę rezerwową i będą mogły uczestniczyć w projekcie w przypadku rezygnacji z projektu osoby zakwalifikowanej bądź w przypadku zwiększenia liczby uczestników projektu w związku z oszczędnościami </w:t>
      </w:r>
      <w:r>
        <w:rPr>
          <w:rFonts w:ascii="Times New Roman" w:hAnsi="Times New Roman"/>
          <w:sz w:val="28"/>
          <w:szCs w:val="28"/>
        </w:rPr>
        <w:br/>
        <w:t xml:space="preserve">w projekcie. </w:t>
      </w:r>
    </w:p>
    <w:p w:rsidR="0033269B" w:rsidRDefault="0033269B" w:rsidP="000D03CC">
      <w:pPr>
        <w:pStyle w:val="ListParagraph"/>
        <w:ind w:hanging="294"/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>5. Nie podpisanie przez właściciela nieruchomości składającego deklarację uczestnictwa umowy udziału w projekcie w terminie wskazanym przez Gminę Żelechlinek jest r</w:t>
      </w:r>
      <w:r>
        <w:rPr>
          <w:rFonts w:ascii="Times New Roman" w:hAnsi="Times New Roman"/>
          <w:sz w:val="28"/>
          <w:szCs w:val="28"/>
        </w:rPr>
        <w:t>ównoznaczne z rezygnacją udziału</w:t>
      </w:r>
      <w:r w:rsidRPr="006334EE">
        <w:rPr>
          <w:rFonts w:ascii="Times New Roman" w:hAnsi="Times New Roman"/>
          <w:sz w:val="28"/>
          <w:szCs w:val="28"/>
        </w:rPr>
        <w:t xml:space="preserve"> w projekcie. </w:t>
      </w:r>
    </w:p>
    <w:p w:rsidR="0033269B" w:rsidRPr="006334EE" w:rsidRDefault="0033269B" w:rsidP="000D03CC">
      <w:pPr>
        <w:pStyle w:val="ListParagraph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W projekcie nie mogą brać udziału osoby, które posiadają zainstalowaną instalację fotowoltaiczną.</w:t>
      </w:r>
    </w:p>
    <w:p w:rsidR="0033269B" w:rsidRPr="006334EE" w:rsidRDefault="0033269B" w:rsidP="000D03CC">
      <w:pPr>
        <w:pStyle w:val="ListParagraph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6334EE">
        <w:rPr>
          <w:rFonts w:ascii="Times New Roman" w:hAnsi="Times New Roman"/>
          <w:sz w:val="28"/>
          <w:szCs w:val="28"/>
        </w:rPr>
        <w:t>W sprawach nieuregulowanych niniejszym regulaminem mają zastosowanie zapisy projektu umowy udziału w projekcie „Budowa odnawialnych źródeł energii w Gminie Żelechlinek – Etap III„ oraz zapisy dokumentacji konkursowej działania IV.1.2 Odnawialne źródła energii RPO WŁ 2014-2020</w:t>
      </w:r>
    </w:p>
    <w:p w:rsidR="0033269B" w:rsidRPr="006334EE" w:rsidRDefault="0033269B" w:rsidP="000D03CC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 w:rsidRPr="006334EE">
        <w:rPr>
          <w:rFonts w:ascii="Times New Roman" w:hAnsi="Times New Roman"/>
          <w:sz w:val="28"/>
          <w:szCs w:val="28"/>
        </w:rPr>
        <w:t xml:space="preserve">  </w:t>
      </w:r>
    </w:p>
    <w:p w:rsidR="0033269B" w:rsidRPr="006334EE" w:rsidRDefault="0033269B" w:rsidP="00C060BC">
      <w:pPr>
        <w:rPr>
          <w:rFonts w:ascii="Times New Roman" w:hAnsi="Times New Roman"/>
          <w:sz w:val="28"/>
          <w:szCs w:val="28"/>
        </w:rPr>
      </w:pPr>
    </w:p>
    <w:sectPr w:rsidR="0033269B" w:rsidRPr="006334EE" w:rsidSect="00DC5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329CC"/>
    <w:multiLevelType w:val="hybridMultilevel"/>
    <w:tmpl w:val="5624FD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3EB"/>
    <w:rsid w:val="00033ADA"/>
    <w:rsid w:val="000953EB"/>
    <w:rsid w:val="000D03CC"/>
    <w:rsid w:val="001F5143"/>
    <w:rsid w:val="0031111B"/>
    <w:rsid w:val="0033269B"/>
    <w:rsid w:val="006334EE"/>
    <w:rsid w:val="006B2041"/>
    <w:rsid w:val="0082531C"/>
    <w:rsid w:val="00994DEB"/>
    <w:rsid w:val="009F278B"/>
    <w:rsid w:val="00C060BC"/>
    <w:rsid w:val="00DA0B8D"/>
    <w:rsid w:val="00DC5F8D"/>
    <w:rsid w:val="00F94422"/>
    <w:rsid w:val="00FC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F8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953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3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</TotalTime>
  <Pages>2</Pages>
  <Words>295</Words>
  <Characters>1771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a_wojtysiak</dc:creator>
  <cp:keywords/>
  <dc:description/>
  <cp:lastModifiedBy>Użytkownik systemu Windows</cp:lastModifiedBy>
  <cp:revision>5</cp:revision>
  <cp:lastPrinted>2020-02-14T09:18:00Z</cp:lastPrinted>
  <dcterms:created xsi:type="dcterms:W3CDTF">2020-02-13T11:59:00Z</dcterms:created>
  <dcterms:modified xsi:type="dcterms:W3CDTF">2020-02-14T14:01:00Z</dcterms:modified>
</cp:coreProperties>
</file>